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6EA14052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BB1322">
              <w:rPr>
                <w:rFonts w:eastAsia="Calibri"/>
                <w:color w:val="2E74B5"/>
              </w:rPr>
              <w:fldChar w:fldCharType="begin"/>
            </w:r>
            <w:r w:rsidR="00BB1322">
              <w:rPr>
                <w:rFonts w:eastAsia="Calibri"/>
                <w:color w:val="2E74B5"/>
              </w:rPr>
              <w:instrText xml:space="preserve"> MACROBUTTON  AcceptAllChangesInDoc "Meeste Koja" </w:instrText>
            </w:r>
            <w:r w:rsidR="00BB1322"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5FB06398" w:rsidR="00F21C04" w:rsidRPr="00645CA1" w:rsidRDefault="00BB1322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eastAsia="Calibri"/>
                <w:color w:val="2E74B5"/>
              </w:rPr>
              <w:instrText xml:space="preserve"> MACROBUTTON  AcceptAllChangesInDoc "Meeste Koda" </w:instrText>
            </w:r>
            <w:r>
              <w:rPr>
                <w:rFonts w:eastAsia="Calibri"/>
                <w:color w:val="2E74B5"/>
              </w:rPr>
              <w:fldChar w:fldCharType="end"/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22197A65" w:rsidR="00F21C04" w:rsidRPr="00645CA1" w:rsidRDefault="00F21C04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</w:t>
            </w:r>
            <w:r w:rsidR="00BB1322">
              <w:rPr>
                <w:rFonts w:ascii="Times New Roman" w:eastAsia="Calibri" w:hAnsi="Times New Roman" w:cs="Times New Roman"/>
                <w:color w:val="2E74B5"/>
              </w:rPr>
              <w:t xml:space="preserve">Valdeko Lukken, 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BB1322">
              <w:rPr>
                <w:rFonts w:ascii="Times New Roman" w:eastAsia="Calibri" w:hAnsi="Times New Roman" w:cs="Times New Roman"/>
                <w:color w:val="2E74B5"/>
              </w:rPr>
              <w:t>valdeko@meestekoda.ee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, telefoni nr</w:t>
            </w:r>
            <w:r w:rsidR="00BB1322">
              <w:rPr>
                <w:rFonts w:ascii="Times New Roman" w:eastAsia="Calibri" w:hAnsi="Times New Roman" w:cs="Times New Roman"/>
                <w:color w:val="2E74B5"/>
              </w:rPr>
              <w:t xml:space="preserve"> 372 525 5566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10BCC26A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</w:t>
            </w:r>
            <w:r w:rsidR="00BB1322">
              <w:rPr>
                <w:rFonts w:ascii="Times New Roman" w:eastAsia="Calibri" w:hAnsi="Times New Roman" w:cs="Times New Roman"/>
                <w:color w:val="2E74B5"/>
              </w:rPr>
              <w:t>LHV Pank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ja </w:t>
            </w:r>
            <w:r w:rsidR="00BB1322" w:rsidRPr="00BB1322">
              <w:rPr>
                <w:rFonts w:ascii="Times New Roman" w:eastAsia="Calibri" w:hAnsi="Times New Roman" w:cs="Times New Roman"/>
                <w:color w:val="2E74B5"/>
              </w:rPr>
              <w:t>EE617700771003649467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68479EA4" w:rsidR="00F21C04" w:rsidRPr="00645CA1" w:rsidRDefault="00BB1322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eastAsia="Calibri"/>
                <w:color w:val="2E74B5"/>
              </w:rPr>
              <w:instrText xml:space="preserve"> MACROBUTTON  AcceptAllChangesInDoc [põhikirja </w:instrText>
            </w:r>
            <w:r>
              <w:rPr>
                <w:rFonts w:eastAsia="Calibri"/>
                <w:color w:val="2E74B5"/>
              </w:rPr>
              <w:fldChar w:fldCharType="end"/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>
              <w:rPr>
                <w:rFonts w:ascii="Times New Roman" w:eastAsia="Calibri" w:hAnsi="Times New Roman" w:cs="Times New Roman"/>
                <w:color w:val="2E74B5"/>
              </w:rPr>
              <w:t>juhatuse liige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2E74B5"/>
              </w:rPr>
              <w:t>Valdeko Lukken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0139B" w14:textId="77777777" w:rsidR="00296B25" w:rsidRDefault="00296B25" w:rsidP="00DF44DF">
      <w:r>
        <w:separator/>
      </w:r>
    </w:p>
  </w:endnote>
  <w:endnote w:type="continuationSeparator" w:id="0">
    <w:p w14:paraId="3B165A4F" w14:textId="77777777" w:rsidR="00296B25" w:rsidRDefault="00296B25" w:rsidP="00DF44DF">
      <w:r>
        <w:continuationSeparator/>
      </w:r>
    </w:p>
  </w:endnote>
  <w:endnote w:type="continuationNotice" w:id="1">
    <w:p w14:paraId="28A554E4" w14:textId="77777777" w:rsidR="00296B25" w:rsidRDefault="00296B2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16DB" w14:textId="77777777" w:rsidR="00296B25" w:rsidRDefault="00296B25" w:rsidP="00DF44DF">
      <w:r>
        <w:separator/>
      </w:r>
    </w:p>
  </w:footnote>
  <w:footnote w:type="continuationSeparator" w:id="0">
    <w:p w14:paraId="63F7CC66" w14:textId="77777777" w:rsidR="00296B25" w:rsidRDefault="00296B25" w:rsidP="00DF44DF">
      <w:r>
        <w:continuationSeparator/>
      </w:r>
    </w:p>
  </w:footnote>
  <w:footnote w:type="continuationNotice" w:id="1">
    <w:p w14:paraId="479586B9" w14:textId="77777777" w:rsidR="00296B25" w:rsidRDefault="00296B2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96B25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B1322"/>
    <w:rsid w:val="00BC1A62"/>
    <w:rsid w:val="00BC52EA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Pages>1</Pages>
  <Words>220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Valdeko Lukken</cp:lastModifiedBy>
  <cp:revision>3</cp:revision>
  <cp:lastPrinted>2014-04-02T13:57:00Z</cp:lastPrinted>
  <dcterms:created xsi:type="dcterms:W3CDTF">2023-03-20T12:33:00Z</dcterms:created>
  <dcterms:modified xsi:type="dcterms:W3CDTF">2023-03-20T12:39:00Z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